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8D" w:rsidRPr="007C21C3" w:rsidRDefault="00C0078D" w:rsidP="00C0078D">
      <w:pPr>
        <w:rPr>
          <w:b/>
          <w:u w:val="single"/>
        </w:rPr>
      </w:pPr>
      <w:r>
        <w:rPr>
          <w:b/>
          <w:u w:val="single"/>
        </w:rPr>
        <w:t xml:space="preserve">Advisory Group on the Offtaker of Last Resort </w:t>
      </w:r>
    </w:p>
    <w:p w:rsidR="00C0078D" w:rsidRPr="007C21C3" w:rsidRDefault="00C0078D" w:rsidP="00C0078D">
      <w:pPr>
        <w:rPr>
          <w:b/>
          <w:u w:val="single"/>
        </w:rPr>
      </w:pPr>
      <w:r>
        <w:rPr>
          <w:b/>
          <w:u w:val="single"/>
        </w:rPr>
        <w:t>In</w:t>
      </w:r>
      <w:r w:rsidR="004569DF">
        <w:rPr>
          <w:b/>
          <w:u w:val="single"/>
        </w:rPr>
        <w:t xml:space="preserve">troductory </w:t>
      </w:r>
      <w:r>
        <w:rPr>
          <w:b/>
          <w:u w:val="single"/>
        </w:rPr>
        <w:t>Meeting, DECC, 3 Whitehall Place, 16.00 – 17.00</w:t>
      </w:r>
      <w:r w:rsidRPr="007C21C3">
        <w:rPr>
          <w:b/>
          <w:u w:val="single"/>
        </w:rPr>
        <w:t xml:space="preserve">, </w:t>
      </w:r>
      <w:r>
        <w:rPr>
          <w:b/>
          <w:u w:val="single"/>
        </w:rPr>
        <w:t>12</w:t>
      </w:r>
      <w:r w:rsidRPr="00C0078D">
        <w:rPr>
          <w:b/>
          <w:u w:val="single"/>
          <w:vertAlign w:val="superscript"/>
        </w:rPr>
        <w:t>th</w:t>
      </w:r>
      <w:r>
        <w:rPr>
          <w:b/>
          <w:u w:val="single"/>
        </w:rPr>
        <w:t xml:space="preserve"> September</w:t>
      </w:r>
      <w:r w:rsidRPr="007C21C3">
        <w:rPr>
          <w:b/>
          <w:u w:val="single"/>
        </w:rPr>
        <w:t>, 2013</w:t>
      </w:r>
    </w:p>
    <w:p w:rsidR="00C0078D" w:rsidRPr="00C0078D" w:rsidRDefault="00C0078D" w:rsidP="00C0078D">
      <w:pPr>
        <w:rPr>
          <w:i/>
        </w:rPr>
      </w:pPr>
      <w:r w:rsidRPr="00C0078D">
        <w:rPr>
          <w:i/>
        </w:rPr>
        <w:t xml:space="preserve">Conference call </w:t>
      </w:r>
      <w:r w:rsidR="005158A5">
        <w:rPr>
          <w:i/>
        </w:rPr>
        <w:t xml:space="preserve">dial-in: </w:t>
      </w:r>
      <w:r w:rsidRPr="00C0078D">
        <w:rPr>
          <w:i/>
        </w:rPr>
        <w:t xml:space="preserve"> 0300 068 6257</w:t>
      </w:r>
    </w:p>
    <w:p w:rsidR="00C0078D" w:rsidRPr="007C21C3" w:rsidRDefault="00C0078D" w:rsidP="00C0078D">
      <w:pPr>
        <w:rPr>
          <w:b/>
          <w:u w:val="single"/>
        </w:rPr>
      </w:pPr>
      <w:r w:rsidRPr="007C21C3">
        <w:rPr>
          <w:b/>
          <w:u w:val="single"/>
        </w:rPr>
        <w:t>Agenda</w:t>
      </w:r>
    </w:p>
    <w:p w:rsidR="00C0078D" w:rsidRDefault="00C0078D" w:rsidP="00C0078D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Welcome and introductions</w:t>
      </w:r>
    </w:p>
    <w:p w:rsidR="00C0078D" w:rsidRDefault="00C0078D" w:rsidP="00C0078D">
      <w:pPr>
        <w:pStyle w:val="ListParagraph"/>
        <w:spacing w:line="360" w:lineRule="auto"/>
        <w:ind w:left="714"/>
      </w:pPr>
    </w:p>
    <w:p w:rsidR="00C0078D" w:rsidRDefault="00C0078D" w:rsidP="00C0078D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Discussion of Terms of Reference &amp; Group objectives</w:t>
      </w:r>
      <w:bookmarkStart w:id="0" w:name="_GoBack"/>
      <w:bookmarkEnd w:id="0"/>
    </w:p>
    <w:p w:rsidR="00C0078D" w:rsidRDefault="00C0078D" w:rsidP="00C0078D">
      <w:pPr>
        <w:pStyle w:val="ListParagraph"/>
      </w:pPr>
    </w:p>
    <w:p w:rsidR="00532D9F" w:rsidRDefault="00532D9F" w:rsidP="00C0078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Outline of the offtaker of last resort mechanism</w:t>
      </w:r>
    </w:p>
    <w:p w:rsidR="00532D9F" w:rsidRDefault="00532D9F" w:rsidP="006223DD">
      <w:pPr>
        <w:pStyle w:val="ListParagraph"/>
      </w:pPr>
    </w:p>
    <w:p w:rsidR="00C0078D" w:rsidRDefault="00C0078D" w:rsidP="00C0078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 xml:space="preserve">Discussion of future schedule and work packages </w:t>
      </w:r>
    </w:p>
    <w:p w:rsidR="00C0078D" w:rsidRDefault="00C0078D" w:rsidP="00C0078D">
      <w:pPr>
        <w:spacing w:after="0" w:line="360" w:lineRule="auto"/>
      </w:pPr>
    </w:p>
    <w:p w:rsidR="00C0078D" w:rsidRDefault="00C0078D" w:rsidP="00C0078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 xml:space="preserve">Next steps </w:t>
      </w:r>
    </w:p>
    <w:p w:rsidR="00C0078D" w:rsidRDefault="00C0078D" w:rsidP="00C0078D">
      <w:pPr>
        <w:pStyle w:val="ListParagraph"/>
        <w:spacing w:after="0" w:line="360" w:lineRule="auto"/>
        <w:ind w:left="714"/>
      </w:pPr>
    </w:p>
    <w:p w:rsidR="00C0078D" w:rsidRDefault="00C0078D" w:rsidP="00C0078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A.O.B.</w:t>
      </w:r>
    </w:p>
    <w:p w:rsidR="00C0078D" w:rsidRDefault="00C0078D"/>
    <w:sectPr w:rsidR="00C00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91D61"/>
    <w:multiLevelType w:val="hybridMultilevel"/>
    <w:tmpl w:val="8F58B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806D7"/>
    <w:multiLevelType w:val="hybridMultilevel"/>
    <w:tmpl w:val="6C94DCFE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07"/>
    <w:rsid w:val="004569DF"/>
    <w:rsid w:val="005158A5"/>
    <w:rsid w:val="00532D9F"/>
    <w:rsid w:val="006223DD"/>
    <w:rsid w:val="008C0A6C"/>
    <w:rsid w:val="00927507"/>
    <w:rsid w:val="00973A14"/>
    <w:rsid w:val="00C0078D"/>
    <w:rsid w:val="00C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DDD48C9E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Jessica (Energy Markets and Networks)</dc:creator>
  <cp:lastModifiedBy>Crow Helena (Fuel Poverty &amp; Smart Meters)</cp:lastModifiedBy>
  <cp:revision>3</cp:revision>
  <dcterms:created xsi:type="dcterms:W3CDTF">2013-10-23T16:05:00Z</dcterms:created>
  <dcterms:modified xsi:type="dcterms:W3CDTF">2013-11-11T17:28:00Z</dcterms:modified>
</cp:coreProperties>
</file>